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3F8" w:rsidRDefault="00B923F8" w:rsidP="00B923F8">
      <w:pPr>
        <w:jc w:val="center"/>
        <w:rPr>
          <w:rFonts w:ascii="orange juice" w:hAnsi="orange juice"/>
          <w:color w:val="0000FF"/>
          <w:sz w:val="208"/>
          <w14:textFill>
            <w14:solidFill>
              <w14:srgbClr w14:val="0000FF">
                <w14:lumMod w14:val="50000"/>
              </w14:srgbClr>
            </w14:solidFill>
          </w14:textFill>
        </w:rPr>
      </w:pPr>
      <w:r w:rsidRPr="00B923F8">
        <w:rPr>
          <w:rFonts w:ascii="orange juice" w:hAnsi="orange juice"/>
          <w:noProof/>
          <w:sz w:val="86"/>
          <w:lang w:val="en-US"/>
        </w:rPr>
        <w:t>SEA SNAKES</w:t>
      </w:r>
    </w:p>
    <w:p w:rsidR="00CF5505" w:rsidRPr="00B923F8" w:rsidRDefault="0066395F" w:rsidP="00B923F8">
      <w:pPr>
        <w:rPr>
          <w:rFonts w:ascii="orange juice" w:hAnsi="orange juice"/>
          <w:color w:val="0000FF"/>
          <w:sz w:val="208"/>
          <w14:textFill>
            <w14:solidFill>
              <w14:srgbClr w14:val="0000FF">
                <w14:lumMod w14:val="50000"/>
              </w14:srgbClr>
            </w14:solidFill>
          </w14:textFill>
        </w:rPr>
      </w:pPr>
      <w:r w:rsidRPr="00B923F8">
        <w:rPr>
          <w:color w:val="0D0D0D" w:themeColor="text1" w:themeTint="F2"/>
          <w:sz w:val="50"/>
        </w:rPr>
        <w:t>Sea</w:t>
      </w:r>
      <w:r w:rsidR="00F80610" w:rsidRPr="00B923F8">
        <w:rPr>
          <w:color w:val="0D0D0D" w:themeColor="text1" w:themeTint="F2"/>
          <w:sz w:val="50"/>
        </w:rPr>
        <w:t xml:space="preserve"> </w:t>
      </w:r>
      <w:r w:rsidR="00A250A4" w:rsidRPr="00B923F8">
        <w:rPr>
          <w:color w:val="0D0D0D" w:themeColor="text1" w:themeTint="F2"/>
          <w:sz w:val="50"/>
        </w:rPr>
        <w:t>snakes or coral</w:t>
      </w:r>
      <w:r w:rsidR="00B6751F" w:rsidRPr="00B923F8">
        <w:rPr>
          <w:color w:val="0D0D0D" w:themeColor="text1" w:themeTint="F2"/>
          <w:sz w:val="50"/>
        </w:rPr>
        <w:t xml:space="preserve"> reef snakes scientific name is hydrophiinae. There are over 61 different types of sea snakes. Sea snakes are closely related to cobras.</w:t>
      </w:r>
    </w:p>
    <w:p w:rsidR="00CF5505" w:rsidRPr="00B923F8" w:rsidRDefault="00CF5505" w:rsidP="00B923F8">
      <w:pPr>
        <w:rPr>
          <w:b/>
          <w:color w:val="0D0D0D" w:themeColor="text1" w:themeTint="F2"/>
          <w:sz w:val="50"/>
        </w:rPr>
      </w:pPr>
      <w:r w:rsidRPr="00B923F8">
        <w:rPr>
          <w:b/>
          <w:color w:val="0D0D0D" w:themeColor="text1" w:themeTint="F2"/>
          <w:sz w:val="50"/>
        </w:rPr>
        <w:t>Behaviour</w:t>
      </w:r>
      <w:r w:rsidR="005C2CE1" w:rsidRPr="00B923F8">
        <w:rPr>
          <w:b/>
          <w:color w:val="0D0D0D" w:themeColor="text1" w:themeTint="F2"/>
          <w:sz w:val="50"/>
        </w:rPr>
        <w:t>:</w:t>
      </w:r>
    </w:p>
    <w:p w:rsidR="00B6751F" w:rsidRPr="00B923F8" w:rsidRDefault="005C2CE1" w:rsidP="00B923F8">
      <w:pPr>
        <w:rPr>
          <w:color w:val="0D0D0D" w:themeColor="text1" w:themeTint="F2"/>
          <w:sz w:val="50"/>
        </w:rPr>
      </w:pPr>
      <w:r w:rsidRPr="00B923F8">
        <w:rPr>
          <w:color w:val="0D0D0D" w:themeColor="text1" w:themeTint="F2"/>
          <w:sz w:val="50"/>
        </w:rPr>
        <w:t>Sea snakes are mild tempered but will attack if threatened. They can dive to 91.44 meters for 30 minutes.</w:t>
      </w:r>
      <w:r w:rsidR="009A75BE" w:rsidRPr="00B923F8">
        <w:rPr>
          <w:color w:val="0D0D0D" w:themeColor="text1" w:themeTint="F2"/>
          <w:sz w:val="50"/>
        </w:rPr>
        <w:t xml:space="preserve"> They swim by moving in a (s) using their paddle like tail to move. They can move at 160 km an hour.</w:t>
      </w:r>
    </w:p>
    <w:p w:rsidR="009A75BE" w:rsidRPr="00B923F8" w:rsidRDefault="009A75BE" w:rsidP="00B923F8">
      <w:pPr>
        <w:rPr>
          <w:b/>
          <w:color w:val="0D0D0D" w:themeColor="text1" w:themeTint="F2"/>
          <w:sz w:val="50"/>
        </w:rPr>
      </w:pPr>
      <w:r w:rsidRPr="00B923F8">
        <w:rPr>
          <w:b/>
          <w:color w:val="0D0D0D" w:themeColor="text1" w:themeTint="F2"/>
          <w:sz w:val="50"/>
        </w:rPr>
        <w:t>Habitat:</w:t>
      </w:r>
    </w:p>
    <w:p w:rsidR="00FD5304" w:rsidRPr="00B923F8" w:rsidRDefault="009A75BE" w:rsidP="00B923F8">
      <w:pPr>
        <w:rPr>
          <w:color w:val="0D0D0D" w:themeColor="text1" w:themeTint="F2"/>
          <w:sz w:val="50"/>
        </w:rPr>
      </w:pPr>
      <w:r w:rsidRPr="00B923F8">
        <w:rPr>
          <w:color w:val="0D0D0D" w:themeColor="text1" w:themeTint="F2"/>
          <w:sz w:val="50"/>
        </w:rPr>
        <w:t>Sea snakes can live warm tropical seas to                 the Indian Ocean,</w:t>
      </w:r>
      <w:r w:rsidR="0014093F" w:rsidRPr="00B923F8">
        <w:rPr>
          <w:color w:val="0D0D0D" w:themeColor="text1" w:themeTint="F2"/>
          <w:sz w:val="50"/>
        </w:rPr>
        <w:t xml:space="preserve"> Pacific and NZ. They can live salty and brackish</w:t>
      </w:r>
      <w:r w:rsidR="00FD5304" w:rsidRPr="00B923F8">
        <w:rPr>
          <w:color w:val="0D0D0D" w:themeColor="text1" w:themeTint="F2"/>
          <w:sz w:val="50"/>
        </w:rPr>
        <w:t xml:space="preserve"> water.</w:t>
      </w:r>
    </w:p>
    <w:p w:rsidR="00FD5304" w:rsidRPr="00B923F8" w:rsidRDefault="00FD5304" w:rsidP="00B923F8">
      <w:pPr>
        <w:rPr>
          <w:b/>
          <w:color w:val="0D0D0D" w:themeColor="text1" w:themeTint="F2"/>
          <w:sz w:val="50"/>
        </w:rPr>
      </w:pPr>
      <w:r w:rsidRPr="00B923F8">
        <w:rPr>
          <w:b/>
          <w:color w:val="0D0D0D" w:themeColor="text1" w:themeTint="F2"/>
          <w:sz w:val="50"/>
        </w:rPr>
        <w:t>Diet:</w:t>
      </w:r>
    </w:p>
    <w:p w:rsidR="009A75BE" w:rsidRPr="00B923F8" w:rsidRDefault="00F73843" w:rsidP="00B923F8">
      <w:pPr>
        <w:rPr>
          <w:color w:val="0D0D0D" w:themeColor="text1" w:themeTint="F2"/>
          <w:sz w:val="50"/>
        </w:rPr>
      </w:pPr>
      <w:r w:rsidRPr="00B923F8">
        <w:rPr>
          <w:color w:val="0D0D0D" w:themeColor="text1" w:themeTint="F2"/>
          <w:sz w:val="50"/>
        </w:rPr>
        <w:t xml:space="preserve">Sea snakes eat fish and eels. They sometimes </w:t>
      </w:r>
      <w:r w:rsidR="006A663A" w:rsidRPr="00B923F8">
        <w:rPr>
          <w:color w:val="0D0D0D" w:themeColor="text1" w:themeTint="F2"/>
          <w:sz w:val="50"/>
        </w:rPr>
        <w:t>eat prawns, fish eggs, molluscs and crustactaceans.</w:t>
      </w:r>
      <w:r w:rsidR="00443668" w:rsidRPr="00B923F8">
        <w:rPr>
          <w:color w:val="0D0D0D" w:themeColor="text1" w:themeTint="F2"/>
          <w:sz w:val="50"/>
        </w:rPr>
        <w:t xml:space="preserve"> Its toxic venom can cause blindness, vomiting and death. Sea snakes are carnivores.       </w:t>
      </w:r>
      <w:r w:rsidR="006A663A" w:rsidRPr="00B923F8">
        <w:rPr>
          <w:rFonts w:ascii="Arial" w:hAnsi="Arial" w:cs="Arial"/>
          <w:color w:val="545454"/>
          <w:sz w:val="24"/>
          <w:shd w:val="clear" w:color="auto" w:fill="FFFFFF"/>
        </w:rPr>
        <w:t xml:space="preserve"> </w:t>
      </w:r>
      <w:r w:rsidR="00443668" w:rsidRPr="00B923F8">
        <w:rPr>
          <w:rFonts w:ascii="Arial" w:hAnsi="Arial" w:cs="Arial"/>
          <w:color w:val="545454"/>
          <w:sz w:val="24"/>
          <w:shd w:val="clear" w:color="auto" w:fill="FFFFFF"/>
        </w:rPr>
        <w:t xml:space="preserve"> </w:t>
      </w:r>
    </w:p>
    <w:p w:rsidR="00AD6BCF" w:rsidRPr="00B923F8" w:rsidRDefault="009A75BE" w:rsidP="00B923F8">
      <w:pPr>
        <w:rPr>
          <w:color w:val="0D0D0D" w:themeColor="text1" w:themeTint="F2"/>
          <w:sz w:val="50"/>
        </w:rPr>
      </w:pPr>
      <w:r w:rsidRPr="00B923F8">
        <w:rPr>
          <w:color w:val="0D0D0D" w:themeColor="text1" w:themeTint="F2"/>
          <w:sz w:val="50"/>
        </w:rPr>
        <w:lastRenderedPageBreak/>
        <w:t xml:space="preserve">  </w:t>
      </w:r>
    </w:p>
    <w:p w:rsidR="003B04C8" w:rsidRPr="00B923F8" w:rsidRDefault="003B04C8" w:rsidP="00B923F8">
      <w:pPr>
        <w:rPr>
          <w:b/>
          <w:color w:val="0D0D0D" w:themeColor="text1" w:themeTint="F2"/>
          <w:sz w:val="50"/>
        </w:rPr>
      </w:pPr>
      <w:r w:rsidRPr="00B923F8">
        <w:rPr>
          <w:b/>
          <w:color w:val="0D0D0D" w:themeColor="text1" w:themeTint="F2"/>
          <w:sz w:val="50"/>
        </w:rPr>
        <w:t>Physical appearance:</w:t>
      </w:r>
    </w:p>
    <w:p w:rsidR="003B04C8" w:rsidRPr="00B923F8" w:rsidRDefault="0057588D" w:rsidP="00B923F8">
      <w:pPr>
        <w:rPr>
          <w:color w:val="0D0D0D" w:themeColor="text1" w:themeTint="F2"/>
          <w:sz w:val="50"/>
        </w:rPr>
      </w:pPr>
      <w:r w:rsidRPr="00B923F8">
        <w:rPr>
          <w:color w:val="0D0D0D" w:themeColor="text1" w:themeTint="F2"/>
          <w:sz w:val="50"/>
        </w:rPr>
        <w:t>Some sea snakes look like zebras black and white paten. Their colour can range from black and yellow to black and white.</w:t>
      </w:r>
      <w:r w:rsidR="00040E1C" w:rsidRPr="00B923F8">
        <w:rPr>
          <w:color w:val="0D0D0D" w:themeColor="text1" w:themeTint="F2"/>
          <w:sz w:val="50"/>
        </w:rPr>
        <w:t xml:space="preserve"> </w:t>
      </w:r>
    </w:p>
    <w:p w:rsidR="009E55CC" w:rsidRPr="00B923F8" w:rsidRDefault="009E55CC" w:rsidP="00B923F8">
      <w:pPr>
        <w:rPr>
          <w:color w:val="0D0D0D" w:themeColor="text1" w:themeTint="F2"/>
          <w:sz w:val="50"/>
        </w:rPr>
      </w:pPr>
    </w:p>
    <w:p w:rsidR="00040E1C" w:rsidRPr="00B923F8" w:rsidRDefault="00040E1C" w:rsidP="00B923F8">
      <w:pPr>
        <w:rPr>
          <w:b/>
          <w:color w:val="0D0D0D" w:themeColor="text1" w:themeTint="F2"/>
          <w:sz w:val="50"/>
        </w:rPr>
      </w:pPr>
      <w:bookmarkStart w:id="0" w:name="_GoBack"/>
      <w:r w:rsidRPr="00B923F8">
        <w:rPr>
          <w:b/>
          <w:color w:val="0D0D0D" w:themeColor="text1" w:themeTint="F2"/>
          <w:sz w:val="50"/>
        </w:rPr>
        <w:t>Conclusion:</w:t>
      </w:r>
    </w:p>
    <w:bookmarkEnd w:id="0"/>
    <w:p w:rsidR="00AD6BCF" w:rsidRPr="00B923F8" w:rsidRDefault="00AD6BCF" w:rsidP="00B923F8">
      <w:pPr>
        <w:rPr>
          <w:color w:val="0D0D0D" w:themeColor="text1" w:themeTint="F2"/>
          <w:sz w:val="50"/>
        </w:rPr>
      </w:pPr>
      <w:r w:rsidRPr="00B923F8">
        <w:rPr>
          <w:color w:val="0D0D0D" w:themeColor="text1" w:themeTint="F2"/>
          <w:sz w:val="50"/>
        </w:rPr>
        <w:t>Most live in the sea but some can come on land. The longest sea snaked i</w:t>
      </w:r>
      <w:r w:rsidR="00D00625" w:rsidRPr="00B923F8">
        <w:rPr>
          <w:color w:val="0D0D0D" w:themeColor="text1" w:themeTint="F2"/>
          <w:sz w:val="50"/>
        </w:rPr>
        <w:t xml:space="preserve">s 2.98704 meters. </w:t>
      </w:r>
      <w:r w:rsidRPr="00B923F8">
        <w:rPr>
          <w:color w:val="0D0D0D" w:themeColor="text1" w:themeTint="F2"/>
          <w:sz w:val="50"/>
        </w:rPr>
        <w:t xml:space="preserve"> </w:t>
      </w:r>
    </w:p>
    <w:p w:rsidR="00040E1C" w:rsidRPr="00B923F8" w:rsidRDefault="00040E1C" w:rsidP="00B923F8">
      <w:pPr>
        <w:rPr>
          <w:color w:val="0D0D0D" w:themeColor="text1" w:themeTint="F2"/>
          <w:sz w:val="50"/>
        </w:rPr>
      </w:pPr>
    </w:p>
    <w:sectPr w:rsidR="00040E1C" w:rsidRPr="00B923F8" w:rsidSect="00B923F8">
      <w:pgSz w:w="11906" w:h="16838"/>
      <w:pgMar w:top="630" w:right="1440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3F8" w:rsidRDefault="00B923F8" w:rsidP="00882FB6">
      <w:pPr>
        <w:spacing w:after="0" w:line="240" w:lineRule="auto"/>
      </w:pPr>
      <w:r>
        <w:separator/>
      </w:r>
    </w:p>
  </w:endnote>
  <w:endnote w:type="continuationSeparator" w:id="0">
    <w:p w:rsidR="00B923F8" w:rsidRDefault="00B923F8" w:rsidP="00882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ange juice">
    <w:panose1 w:val="02000000000000000000"/>
    <w:charset w:val="00"/>
    <w:family w:val="auto"/>
    <w:pitch w:val="variable"/>
    <w:sig w:usb0="A00000AF" w:usb1="40000042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3F8" w:rsidRDefault="00B923F8" w:rsidP="00882FB6">
      <w:pPr>
        <w:spacing w:after="0" w:line="240" w:lineRule="auto"/>
      </w:pPr>
      <w:r>
        <w:separator/>
      </w:r>
    </w:p>
  </w:footnote>
  <w:footnote w:type="continuationSeparator" w:id="0">
    <w:p w:rsidR="00B923F8" w:rsidRDefault="00B923F8" w:rsidP="00882F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A4"/>
    <w:rsid w:val="00040E1C"/>
    <w:rsid w:val="0014093F"/>
    <w:rsid w:val="003A6AA5"/>
    <w:rsid w:val="003B04C8"/>
    <w:rsid w:val="00443668"/>
    <w:rsid w:val="0057588D"/>
    <w:rsid w:val="005C2CE1"/>
    <w:rsid w:val="0066395F"/>
    <w:rsid w:val="006A663A"/>
    <w:rsid w:val="00882FB6"/>
    <w:rsid w:val="00886E98"/>
    <w:rsid w:val="009A75BE"/>
    <w:rsid w:val="009E55CC"/>
    <w:rsid w:val="00A250A4"/>
    <w:rsid w:val="00AD6BCF"/>
    <w:rsid w:val="00B6751F"/>
    <w:rsid w:val="00B923F8"/>
    <w:rsid w:val="00CB17D9"/>
    <w:rsid w:val="00CF5505"/>
    <w:rsid w:val="00D00625"/>
    <w:rsid w:val="00DF6830"/>
    <w:rsid w:val="00F73843"/>
    <w:rsid w:val="00F80610"/>
    <w:rsid w:val="00FD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C74266-4ACE-409F-B104-E930E08B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882F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2FB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2F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82F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F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F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F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F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F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82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CF8DC-BD9F-4719-BCAD-856A7463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98D3D0AE</Template>
  <TotalTime>249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Room22</dc:creator>
  <cp:keywords/>
  <dc:description/>
  <cp:lastModifiedBy>Felicity Boyd</cp:lastModifiedBy>
  <cp:revision>7</cp:revision>
  <cp:lastPrinted>2016-06-08T03:03:00Z</cp:lastPrinted>
  <dcterms:created xsi:type="dcterms:W3CDTF">2016-06-06T22:23:00Z</dcterms:created>
  <dcterms:modified xsi:type="dcterms:W3CDTF">2016-06-08T03:25:00Z</dcterms:modified>
</cp:coreProperties>
</file>